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Ind w:w="-106" w:type="dxa"/>
        <w:tblLook w:val="00A0"/>
      </w:tblPr>
      <w:tblGrid>
        <w:gridCol w:w="5"/>
        <w:gridCol w:w="2020"/>
        <w:gridCol w:w="3458"/>
        <w:gridCol w:w="4757"/>
      </w:tblGrid>
      <w:tr w:rsidR="0009366D" w:rsidRPr="005A4B3B">
        <w:trPr>
          <w:trHeight w:val="2108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366D" w:rsidRPr="00006F95" w:rsidRDefault="0009366D" w:rsidP="00CF71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_A2_C107"/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7</w:t>
            </w: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  <w:p w:rsidR="0009366D" w:rsidRPr="00006F95" w:rsidRDefault="0009366D" w:rsidP="00006F95">
            <w:pPr>
              <w:spacing w:after="0" w:line="240" w:lineRule="auto"/>
              <w:ind w:firstLine="538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Закону Республики Дагестан</w:t>
            </w: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"О республиканском бюджете </w:t>
            </w: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Республики Дагестан на 2018 год</w:t>
            </w:r>
          </w:p>
          <w:p w:rsidR="0009366D" w:rsidRPr="00CF7198" w:rsidRDefault="0009366D" w:rsidP="00006F95">
            <w:pPr>
              <w:spacing w:after="0" w:line="240" w:lineRule="auto"/>
              <w:ind w:firstLine="538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 плановый период 2019-2020 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одов</w:t>
            </w:r>
            <w:r w:rsidRPr="00CF71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bookmarkEnd w:id="0"/>
          </w:p>
        </w:tc>
      </w:tr>
      <w:tr w:rsidR="0009366D" w:rsidRPr="005A4B3B">
        <w:trPr>
          <w:trHeight w:val="1047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</w:t>
            </w:r>
          </w:p>
          <w:p w:rsidR="0009366D" w:rsidRPr="00CF7198" w:rsidRDefault="0009366D" w:rsidP="00BB51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ГЛАВНЫХ АДМИНИСТРАТОРОВ ДОХОДОВ РЕСПУБЛИКАНСКОГО БЮДЖЕТА РЕСПУБЛИКИ ДАГЕСТАН – ОРГАНОВ ГОСУДАРСТВЕННОЙ ВЛАСТИ РОССИЙСКОЙ ФЕДЕРАЦИИ НА 2018 ГОД И НА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06F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9-2020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ГОДОВ</w:t>
            </w:r>
            <w:bookmarkStart w:id="1" w:name="_GoBack"/>
            <w:bookmarkEnd w:id="1"/>
          </w:p>
        </w:tc>
      </w:tr>
      <w:tr w:rsidR="0009366D" w:rsidRPr="005A4B3B">
        <w:trPr>
          <w:trHeight w:val="439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366D" w:rsidRPr="005A4B3B">
        <w:trPr>
          <w:trHeight w:val="649"/>
        </w:trPr>
        <w:tc>
          <w:tcPr>
            <w:tcW w:w="5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4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доходов республиканского бюджета</w:t>
            </w:r>
          </w:p>
        </w:tc>
      </w:tr>
      <w:tr w:rsidR="0009366D" w:rsidRPr="005A4B3B">
        <w:trPr>
          <w:trHeight w:val="87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республиканского бюджета</w:t>
            </w:r>
          </w:p>
        </w:tc>
        <w:tc>
          <w:tcPr>
            <w:tcW w:w="4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366D" w:rsidRPr="005A4B3B">
        <w:trPr>
          <w:trHeight w:val="33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366D" w:rsidRPr="005A4B3B">
        <w:trPr>
          <w:trHeight w:val="6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415382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53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415382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53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</w:t>
            </w:r>
          </w:p>
          <w:p w:rsidR="0009366D" w:rsidRPr="00415382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53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надзору в сфере природопользования </w:t>
            </w:r>
          </w:p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53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Республике Дагестан</w:t>
            </w:r>
          </w:p>
        </w:tc>
      </w:tr>
      <w:tr w:rsidR="0009366D" w:rsidRPr="005A4B3B">
        <w:trPr>
          <w:trHeight w:val="69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1 12 01010 01 0000 120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9366D" w:rsidRPr="005A4B3B">
        <w:trPr>
          <w:trHeight w:val="61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1 12 01020 01 0000 120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9366D" w:rsidRPr="005A4B3B">
        <w:trPr>
          <w:trHeight w:val="66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1 12 01030 01 0000 120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09366D" w:rsidRPr="005A4B3B">
        <w:trPr>
          <w:trHeight w:val="66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1 12 01040 01 0000 120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09366D" w:rsidRPr="005A4B3B">
        <w:trPr>
          <w:trHeight w:val="631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1 12 01050 01 0000 120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иные виды негативного воздействия на окружающую среду</w:t>
            </w:r>
          </w:p>
        </w:tc>
      </w:tr>
      <w:tr w:rsidR="0009366D" w:rsidRPr="005A4B3B">
        <w:trPr>
          <w:trHeight w:val="1124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1 12 01070 01 0000 120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09366D" w:rsidRPr="005A4B3B">
        <w:trPr>
          <w:trHeight w:val="52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09366D" w:rsidRPr="005A4B3B">
        <w:trPr>
          <w:trHeight w:val="20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1 12 06020 02 0000 120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в виде платы за предоставление рыбопромыслового участка,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ресурсов, находящихся в собственности субъектов Российской Федерации</w:t>
            </w:r>
          </w:p>
        </w:tc>
      </w:tr>
      <w:tr w:rsidR="0009366D" w:rsidRPr="005A4B3B">
        <w:trPr>
          <w:trHeight w:val="1832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076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1 12 07020 02 0000 120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</w:tr>
      <w:tr w:rsidR="0009366D" w:rsidRPr="005A4B3B">
        <w:trPr>
          <w:trHeight w:val="1168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076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1 16 90020 02 0000 140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69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1 17 05020 02 0000 180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</w:tr>
      <w:tr w:rsidR="0009366D" w:rsidRPr="005A4B3B">
        <w:trPr>
          <w:trHeight w:val="67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</w:t>
            </w:r>
          </w:p>
          <w:p w:rsidR="0009366D" w:rsidRPr="006B1654" w:rsidRDefault="0009366D" w:rsidP="00F245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по надзору в сфере связи,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информационных технологий и массовых коммуникаций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Республике Дагестан</w:t>
            </w:r>
          </w:p>
        </w:tc>
      </w:tr>
      <w:tr w:rsidR="0009366D" w:rsidRPr="005A4B3B">
        <w:trPr>
          <w:trHeight w:val="162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1 08 07130 01 0000 110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гос. регистрацию средств массовой информации, продукция которых предназначена для распространения преимущественно на территории субъекта РФ, а также за выдачу дубликата свидетельства о такой регистрации</w:t>
            </w:r>
          </w:p>
        </w:tc>
      </w:tr>
      <w:tr w:rsidR="0009366D" w:rsidRPr="005A4B3B">
        <w:trPr>
          <w:trHeight w:val="111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096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1 16 90020 02 6000 140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48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09366D" w:rsidRPr="005A4B3B">
        <w:trPr>
          <w:trHeight w:val="317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1 03 02140 01 0000 110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</w:t>
            </w:r>
          </w:p>
        </w:tc>
      </w:tr>
      <w:tr w:rsidR="0009366D" w:rsidRPr="005A4B3B">
        <w:trPr>
          <w:trHeight w:val="1619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1 03 02230 01 0000 110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366D" w:rsidRPr="005A4B3B">
        <w:trPr>
          <w:trHeight w:val="7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1 03 02240 01 0000 110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5A4B3B" w:rsidRDefault="0009366D" w:rsidP="00400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A4B3B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09366D" w:rsidRPr="005A4B3B">
        <w:trPr>
          <w:trHeight w:val="1569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1 03 02250 01 0000 110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366D" w:rsidRPr="005A4B3B">
        <w:trPr>
          <w:trHeight w:val="165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1 03 02260 01 0000 110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9366D" w:rsidRPr="005A4B3B">
        <w:trPr>
          <w:trHeight w:val="2148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1 03 02290 01 0000 110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Федерации</w:t>
            </w:r>
          </w:p>
        </w:tc>
      </w:tr>
      <w:tr w:rsidR="0009366D" w:rsidRPr="005A4B3B">
        <w:trPr>
          <w:trHeight w:val="739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по надзору </w:t>
            </w:r>
          </w:p>
          <w:p w:rsidR="0009366D" w:rsidRPr="006B1654" w:rsidRDefault="0009366D" w:rsidP="00006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сфере защиты прав потребителей и благополучия человека </w:t>
            </w:r>
          </w:p>
          <w:p w:rsidR="0009366D" w:rsidRPr="006B1654" w:rsidRDefault="0009366D" w:rsidP="00006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Республике Дагестан</w:t>
            </w:r>
          </w:p>
        </w:tc>
      </w:tr>
      <w:tr w:rsidR="0009366D" w:rsidRPr="005A4B3B">
        <w:trPr>
          <w:trHeight w:val="1387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1 16 08000 01 0000 140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</w:tr>
      <w:tr w:rsidR="0009366D" w:rsidRPr="005A4B3B">
        <w:trPr>
          <w:trHeight w:val="88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1 16 25010 01 0000 140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09366D" w:rsidRPr="005A4B3B">
        <w:trPr>
          <w:trHeight w:val="100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1 16 25050 01 0000 140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09366D" w:rsidRPr="005A4B3B">
        <w:trPr>
          <w:trHeight w:val="55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1 16 25060 01 0000 140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09366D" w:rsidRPr="005A4B3B">
        <w:trPr>
          <w:trHeight w:val="991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1 16 25072 01 0000 140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лесного законодательства, установленное на лесных участках, находящихся в собственности субъектов Российской Федерации</w:t>
            </w:r>
          </w:p>
        </w:tc>
      </w:tr>
      <w:tr w:rsidR="0009366D" w:rsidRPr="005A4B3B">
        <w:trPr>
          <w:trHeight w:val="105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1 16 25082 02 0000 140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09366D" w:rsidRPr="005A4B3B">
        <w:trPr>
          <w:trHeight w:val="132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1 16 28000 01 0000 140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09366D" w:rsidRPr="005A4B3B">
        <w:trPr>
          <w:trHeight w:val="106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1 16 90020 02 0000 140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873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1 17 08000 01 0000 180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привлечения осужденных к оплачиваемому труду (в части прочих поступлений)</w:t>
            </w:r>
          </w:p>
        </w:tc>
      </w:tr>
      <w:tr w:rsidR="0009366D" w:rsidRPr="005A4B3B">
        <w:trPr>
          <w:trHeight w:val="600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Федеральная служба финансово-бюджетного надзора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Республике Дагестан</w:t>
            </w:r>
          </w:p>
        </w:tc>
      </w:tr>
      <w:tr w:rsidR="0009366D" w:rsidRPr="005A4B3B">
        <w:trPr>
          <w:trHeight w:val="13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1 16 32000 02 0000 140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09366D" w:rsidRPr="005A4B3B">
        <w:trPr>
          <w:trHeight w:val="5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</w:t>
            </w:r>
          </w:p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антимонопольной службы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Республике Дагестан</w:t>
            </w:r>
          </w:p>
        </w:tc>
      </w:tr>
      <w:tr w:rsidR="0009366D" w:rsidRPr="005A4B3B">
        <w:trPr>
          <w:trHeight w:val="55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1 16 26000 01 6000 140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</w:tr>
      <w:tr w:rsidR="0009366D" w:rsidRPr="005A4B3B">
        <w:trPr>
          <w:trHeight w:val="1557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1 16 33020 02 0000 140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09366D" w:rsidRPr="005A4B3B">
        <w:trPr>
          <w:trHeight w:val="160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1 16 33020 02 6000 140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Административные штрафы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</w:tr>
      <w:tr w:rsidR="0009366D" w:rsidRPr="005A4B3B">
        <w:trPr>
          <w:trHeight w:val="49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Главное управление МЧС </w:t>
            </w:r>
          </w:p>
          <w:p w:rsidR="0009366D" w:rsidRPr="006B1654" w:rsidRDefault="0009366D" w:rsidP="006B16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Российской Федерации по Республике Дагестан</w:t>
            </w:r>
          </w:p>
        </w:tc>
      </w:tr>
      <w:tr w:rsidR="0009366D" w:rsidRPr="005A4B3B">
        <w:trPr>
          <w:trHeight w:val="10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1 13 03020 02 0000 130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доходы от оказания платных услуг получателями средств бюджетов субъектов Российской Федерации и компенсации затрат бюджетов субъектов Российской Федерации</w:t>
            </w:r>
          </w:p>
        </w:tc>
      </w:tr>
      <w:tr w:rsidR="0009366D" w:rsidRPr="005A4B3B">
        <w:trPr>
          <w:trHeight w:val="751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1 16 27000 01 0000 140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09366D" w:rsidRPr="005A4B3B">
        <w:trPr>
          <w:trHeight w:val="112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1 16 90020 02 0000 140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48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налоговой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службы по Республике Дагестан</w:t>
            </w:r>
          </w:p>
        </w:tc>
      </w:tr>
      <w:tr w:rsidR="0009366D" w:rsidRPr="005A4B3B">
        <w:trPr>
          <w:trHeight w:val="110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1 01 01012 02 0000 110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09366D" w:rsidRPr="005A4B3B">
        <w:trPr>
          <w:trHeight w:val="109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1 01 01014 02 1000 110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</w:tr>
      <w:tr w:rsidR="0009366D" w:rsidRPr="005A4B3B">
        <w:trPr>
          <w:trHeight w:val="2372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1 01 01020 01 0000 110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прибыль организаций при выполнении соглашений о разделе продукции, заключенных до вступления в силу Федерального закона от 30 декабря 1995 года N 225-ФЗ "О соглашениях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09366D" w:rsidRPr="005A4B3B">
        <w:trPr>
          <w:trHeight w:val="39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</w:t>
            </w:r>
          </w:p>
        </w:tc>
      </w:tr>
      <w:tr w:rsidR="0009366D" w:rsidRPr="005A4B3B">
        <w:trPr>
          <w:trHeight w:val="170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1 01 02010 01 0000 110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09366D" w:rsidRPr="005A4B3B">
        <w:trPr>
          <w:trHeight w:val="268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1 01 02020 01 1000 110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9366D" w:rsidRPr="005A4B3B">
        <w:trPr>
          <w:trHeight w:val="106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1 01 02030 01 1000 110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9366D" w:rsidRPr="005A4B3B">
        <w:trPr>
          <w:trHeight w:val="2031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1 01 02040 01 1000 110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09366D" w:rsidRPr="005A4B3B">
        <w:trPr>
          <w:trHeight w:val="135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1 01 02050 01 1000 110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09366D" w:rsidRPr="005A4B3B">
        <w:trPr>
          <w:trHeight w:val="131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1 03 02011 01 0000 110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на этиловый спирт из пищевого сырья (за исключением дистиллятов винного, виноградного, плодового, коньячного, кальвадосного, вискового), производимый на территории Российской Федерации</w:t>
            </w:r>
          </w:p>
        </w:tc>
      </w:tr>
      <w:tr w:rsidR="0009366D" w:rsidRPr="005A4B3B">
        <w:trPr>
          <w:trHeight w:val="139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1 03 02013 01 0000 110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на этиловый спирт из пищевого сырья (дистилляты винный, виноградный, плодовый, коньячный, кальвадосный, висковый), производимый на территории Российской Федерации</w:t>
            </w:r>
          </w:p>
        </w:tc>
      </w:tr>
      <w:tr w:rsidR="0009366D" w:rsidRPr="005A4B3B">
        <w:trPr>
          <w:trHeight w:val="823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</w:tr>
      <w:tr w:rsidR="0009366D" w:rsidRPr="005A4B3B">
        <w:trPr>
          <w:trHeight w:val="24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1 03 02090 01 1000 110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на вина, фруктовые вина, игристые вина (шампанские), винные напитки, изготавливаемые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Федерации</w:t>
            </w:r>
          </w:p>
        </w:tc>
      </w:tr>
      <w:tr w:rsidR="0009366D" w:rsidRPr="005A4B3B">
        <w:trPr>
          <w:trHeight w:val="556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1 03 02100 01 1000 110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на пиво, производимое на территории Российской Федерации</w:t>
            </w:r>
          </w:p>
        </w:tc>
      </w:tr>
      <w:tr w:rsidR="0009366D" w:rsidRPr="005A4B3B">
        <w:trPr>
          <w:trHeight w:val="2848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1 03 02110 01 1000 110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Российской Федерации</w:t>
            </w:r>
          </w:p>
        </w:tc>
      </w:tr>
      <w:tr w:rsidR="0009366D" w:rsidRPr="005A4B3B">
        <w:trPr>
          <w:trHeight w:val="563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1 05 01000 00 0000 110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9366D" w:rsidRPr="005A4B3B">
        <w:trPr>
          <w:trHeight w:val="3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</w:tr>
      <w:tr w:rsidR="0009366D" w:rsidRPr="005A4B3B">
        <w:trPr>
          <w:trHeight w:val="39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1 06 02000 02 0000 110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имущество организаций</w:t>
            </w:r>
          </w:p>
        </w:tc>
      </w:tr>
      <w:tr w:rsidR="0009366D" w:rsidRPr="005A4B3B">
        <w:trPr>
          <w:trHeight w:val="3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1 06 04000 02 0000 110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Транспортный налог</w:t>
            </w:r>
          </w:p>
        </w:tc>
      </w:tr>
      <w:tr w:rsidR="0009366D" w:rsidRPr="005A4B3B">
        <w:trPr>
          <w:trHeight w:val="40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1 06 05000 02 0000 110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игорный бизнес</w:t>
            </w:r>
          </w:p>
        </w:tc>
      </w:tr>
      <w:tr w:rsidR="0009366D" w:rsidRPr="005A4B3B">
        <w:trPr>
          <w:trHeight w:val="39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1 07 01000 01 0000 110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Налог на добычу полезных ископаемых</w:t>
            </w:r>
          </w:p>
        </w:tc>
      </w:tr>
      <w:tr w:rsidR="0009366D" w:rsidRPr="005A4B3B">
        <w:trPr>
          <w:trHeight w:val="1317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1 07 02020 01 0000 110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</w:t>
            </w:r>
          </w:p>
        </w:tc>
      </w:tr>
      <w:tr w:rsidR="0009366D" w:rsidRPr="005A4B3B">
        <w:trPr>
          <w:trHeight w:val="844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1 07 04000 01 0000 110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</w:tr>
      <w:tr w:rsidR="0009366D" w:rsidRPr="005A4B3B">
        <w:trPr>
          <w:trHeight w:val="1114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1 08 02020 01 0000 110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09366D" w:rsidRPr="005A4B3B">
        <w:trPr>
          <w:trHeight w:val="948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1 09 00000 00 0000 000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09366D" w:rsidRPr="005A4B3B">
        <w:trPr>
          <w:trHeight w:val="42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1 12 02000 01 0000 120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Платежи при пользовании недрами</w:t>
            </w:r>
          </w:p>
        </w:tc>
      </w:tr>
      <w:tr w:rsidR="0009366D" w:rsidRPr="005A4B3B">
        <w:trPr>
          <w:trHeight w:val="1162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1 16 03020 02 0000 140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о налогах и сборах, предусмотренные статьей 129.2 Налогового кодекса Российской Федерации</w:t>
            </w:r>
          </w:p>
        </w:tc>
      </w:tr>
      <w:tr w:rsidR="0009366D" w:rsidRPr="005A4B3B">
        <w:trPr>
          <w:trHeight w:val="705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Министерство внутренних дел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Республике Дагестан</w:t>
            </w:r>
          </w:p>
        </w:tc>
      </w:tr>
      <w:tr w:rsidR="0009366D" w:rsidRPr="005A4B3B">
        <w:trPr>
          <w:trHeight w:val="130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1 08 06000 01 8003 110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 (при обращении МФЦ)</w:t>
            </w:r>
          </w:p>
        </w:tc>
      </w:tr>
      <w:tr w:rsidR="0009366D" w:rsidRPr="005A4B3B">
        <w:trPr>
          <w:trHeight w:val="183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1 08 06000 01 8004 110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 (паспорта нового поколения) (при обращении МФЦ)</w:t>
            </w:r>
          </w:p>
        </w:tc>
      </w:tr>
      <w:tr w:rsidR="0009366D" w:rsidRPr="005A4B3B">
        <w:trPr>
          <w:trHeight w:val="2088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1 08 06000 01 8005 110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 (паспорта нового поколения), гражданину Российской Федерации в возрасте до 14 лет (при обращении МФЦ)</w:t>
            </w:r>
          </w:p>
        </w:tc>
      </w:tr>
      <w:tr w:rsidR="0009366D" w:rsidRPr="005A4B3B">
        <w:trPr>
          <w:trHeight w:val="1627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1 08 06000 01 8006 110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МФЦ)</w:t>
            </w:r>
          </w:p>
        </w:tc>
      </w:tr>
      <w:tr w:rsidR="0009366D" w:rsidRPr="005A4B3B">
        <w:trPr>
          <w:trHeight w:val="9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1 08 07100 01 8034 110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Государственная пошлина за выдачу паспорта гражданина Российской Федерации (при обращении через МФЦ) </w:t>
            </w:r>
          </w:p>
        </w:tc>
      </w:tr>
      <w:tr w:rsidR="0009366D" w:rsidRPr="005A4B3B">
        <w:trPr>
          <w:trHeight w:val="12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1 08 07100 01 8035 110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паспорта Российской Федерации взамен утраченного или пришедшего в негодность (при обращении через МФЦ)</w:t>
            </w:r>
          </w:p>
        </w:tc>
      </w:tr>
      <w:tr w:rsidR="0009366D" w:rsidRPr="005A4B3B">
        <w:trPr>
          <w:trHeight w:val="21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1 08 07141 01 8000 130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водительских удостоверений. </w:t>
            </w:r>
          </w:p>
        </w:tc>
      </w:tr>
      <w:tr w:rsidR="0009366D" w:rsidRPr="005A4B3B">
        <w:trPr>
          <w:trHeight w:val="46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1 13 01000 00 0000 130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Доходы от оказания платных услуг (работ)</w:t>
            </w:r>
          </w:p>
        </w:tc>
      </w:tr>
      <w:tr w:rsidR="0009366D" w:rsidRPr="005A4B3B">
        <w:trPr>
          <w:trHeight w:val="1198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1 16 21020 02 6000 140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67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1 16 26000 01 0000 140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</w:tr>
      <w:tr w:rsidR="0009366D" w:rsidRPr="005A4B3B">
        <w:trPr>
          <w:trHeight w:val="1124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1 16 26000 01 6000 140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871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1 16 27000 01 6000 140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09366D" w:rsidRPr="005A4B3B">
        <w:trPr>
          <w:trHeight w:val="138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1 16 30012 01 6000 140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</w:t>
            </w:r>
          </w:p>
        </w:tc>
      </w:tr>
      <w:tr w:rsidR="0009366D" w:rsidRPr="005A4B3B">
        <w:trPr>
          <w:trHeight w:val="94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1 16 30020 01 6000 140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скания (штрафы) за нарушение за</w:t>
            </w: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конодательства Российской Федерации о безопасности дорожного движения</w:t>
            </w:r>
          </w:p>
        </w:tc>
      </w:tr>
      <w:tr w:rsidR="0009366D" w:rsidRPr="005A4B3B">
        <w:trPr>
          <w:trHeight w:val="1160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1 16 30020 01 7000 140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867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1 16 30020 02 0000 140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шение за</w:t>
            </w: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конодательства Российской Федерации о безопасности дорожного движения</w:t>
            </w:r>
          </w:p>
        </w:tc>
      </w:tr>
      <w:tr w:rsidR="0009366D" w:rsidRPr="005A4B3B">
        <w:trPr>
          <w:trHeight w:val="70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1 16 30030 02 0000 140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09366D" w:rsidRPr="005A4B3B">
        <w:trPr>
          <w:trHeight w:val="1064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1 16 90020 02 0000 140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9366D" w:rsidRPr="005A4B3B">
        <w:trPr>
          <w:trHeight w:val="495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миграционной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службы по Республике Дагестан</w:t>
            </w:r>
          </w:p>
        </w:tc>
      </w:tr>
      <w:tr w:rsidR="0009366D" w:rsidRPr="005A4B3B">
        <w:trPr>
          <w:trHeight w:val="1902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1 08 06000 01 0000 110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9366D" w:rsidRPr="005A4B3B">
        <w:trPr>
          <w:trHeight w:val="1599"/>
        </w:trPr>
        <w:tc>
          <w:tcPr>
            <w:tcW w:w="202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1 08 07100 01 0000 110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9366D" w:rsidRPr="005A4B3B">
        <w:trPr>
          <w:trHeight w:val="698"/>
        </w:trPr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Министерства юстиции Российской Федерации по Республике Дагестан</w:t>
            </w:r>
          </w:p>
        </w:tc>
      </w:tr>
      <w:tr w:rsidR="0009366D" w:rsidRPr="005A4B3B">
        <w:trPr>
          <w:gridBefore w:val="1"/>
          <w:trHeight w:val="1598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1 08 07110 01 0000 110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09366D" w:rsidRPr="005A4B3B">
        <w:trPr>
          <w:gridBefore w:val="1"/>
          <w:trHeight w:val="923"/>
        </w:trPr>
        <w:tc>
          <w:tcPr>
            <w:tcW w:w="2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1 08 07120 01 0000 110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09366D" w:rsidRPr="005A4B3B">
        <w:trPr>
          <w:gridBefore w:val="1"/>
          <w:trHeight w:val="583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</w:t>
            </w:r>
          </w:p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государственной регистрации, кадастра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картографии по Республике Дагестан</w:t>
            </w:r>
          </w:p>
        </w:tc>
      </w:tr>
      <w:tr w:rsidR="0009366D" w:rsidRPr="005A4B3B">
        <w:trPr>
          <w:gridBefore w:val="1"/>
          <w:trHeight w:val="860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1 08 07020 01 0000 110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09366D" w:rsidRPr="005A4B3B">
        <w:trPr>
          <w:gridBefore w:val="1"/>
          <w:trHeight w:val="765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1 13 01031 01 8000 110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Плата за предоставление сведений из Единого государственного реестра недвижимости</w:t>
            </w:r>
          </w:p>
        </w:tc>
      </w:tr>
      <w:tr w:rsidR="0009366D" w:rsidRPr="005A4B3B">
        <w:trPr>
          <w:gridBefore w:val="1"/>
          <w:trHeight w:val="589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</w:t>
            </w:r>
          </w:p>
          <w:p w:rsidR="0009366D" w:rsidRPr="006B1654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6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экологическому, технологическому и атомному надзору по Республике Дагестан</w:t>
            </w:r>
          </w:p>
        </w:tc>
      </w:tr>
      <w:tr w:rsidR="0009366D" w:rsidRPr="005A4B3B">
        <w:trPr>
          <w:gridBefore w:val="1"/>
          <w:trHeight w:val="975"/>
        </w:trPr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1 16 27000 01 0000 140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66D" w:rsidRPr="00CF7198" w:rsidRDefault="0009366D" w:rsidP="00CF71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F7198">
              <w:rPr>
                <w:rFonts w:ascii="Times New Roman" w:hAnsi="Times New Roman" w:cs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</w:tbl>
    <w:p w:rsidR="0009366D" w:rsidRDefault="0009366D"/>
    <w:sectPr w:rsidR="0009366D" w:rsidSect="00CF719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198"/>
    <w:rsid w:val="00006F95"/>
    <w:rsid w:val="0009366D"/>
    <w:rsid w:val="001038A4"/>
    <w:rsid w:val="004000F2"/>
    <w:rsid w:val="00415382"/>
    <w:rsid w:val="005A4B3B"/>
    <w:rsid w:val="006B1654"/>
    <w:rsid w:val="00801210"/>
    <w:rsid w:val="008E5CCB"/>
    <w:rsid w:val="00A6201E"/>
    <w:rsid w:val="00A7278F"/>
    <w:rsid w:val="00AD2498"/>
    <w:rsid w:val="00BB5197"/>
    <w:rsid w:val="00C311E2"/>
    <w:rsid w:val="00CF7198"/>
    <w:rsid w:val="00EB30E4"/>
    <w:rsid w:val="00F24534"/>
    <w:rsid w:val="00FA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A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5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2596</Words>
  <Characters>14800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Магомед Муртазалиев</dc:creator>
  <cp:keywords/>
  <dc:description/>
  <cp:lastModifiedBy>ofrb2</cp:lastModifiedBy>
  <cp:revision>2</cp:revision>
  <dcterms:created xsi:type="dcterms:W3CDTF">2017-10-24T18:03:00Z</dcterms:created>
  <dcterms:modified xsi:type="dcterms:W3CDTF">2017-10-24T18:03:00Z</dcterms:modified>
</cp:coreProperties>
</file>